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3A5DCE" w:rsidP="002D3375" w:rsidRDefault="003A5DCE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3A5DCE" w:rsidP="009C54AE" w:rsidRDefault="003A5DCE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3A5DCE" w:rsidP="63AB0DAE" w:rsidRDefault="003A5DCE" w14:paraId="68243816" wp14:textId="3E89F846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63AB0DAE" w:rsidR="003A5DCE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63AB0DAE" w:rsidR="003A5DCE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63AB0DAE" w:rsidR="487C2BB3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63AB0DAE" w:rsidR="30FB52D4">
        <w:rPr>
          <w:rFonts w:ascii="Corbel" w:hAnsi="Corbel"/>
          <w:i w:val="1"/>
          <w:iCs w:val="1"/>
          <w:smallCaps w:val="1"/>
          <w:sz w:val="24"/>
          <w:szCs w:val="24"/>
        </w:rPr>
        <w:t>1</w:t>
      </w:r>
      <w:r w:rsidRPr="63AB0DAE" w:rsidR="003A5DCE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63AB0DAE" w:rsidR="79E59061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</w:p>
    <w:p xmlns:wp14="http://schemas.microsoft.com/office/word/2010/wordml" w:rsidR="003A5DCE" w:rsidP="00EA4832" w:rsidRDefault="003A5DCE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3A5DCE" w:rsidP="00EA4832" w:rsidRDefault="003A5DCE" w14:paraId="5E843458" wp14:textId="2C670FF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A5DCE">
        <w:rPr>
          <w:rFonts w:ascii="Corbel" w:hAnsi="Corbel"/>
          <w:sz w:val="20"/>
          <w:szCs w:val="20"/>
        </w:rPr>
        <w:t>Rok akademicki 202</w:t>
      </w:r>
      <w:r w:rsidR="14D9809B">
        <w:rPr>
          <w:rFonts w:ascii="Corbel" w:hAnsi="Corbel"/>
          <w:sz w:val="20"/>
          <w:szCs w:val="20"/>
        </w:rPr>
        <w:t>3</w:t>
      </w:r>
      <w:r w:rsidR="003A5DCE">
        <w:rPr>
          <w:rFonts w:ascii="Corbel" w:hAnsi="Corbel"/>
          <w:sz w:val="20"/>
          <w:szCs w:val="20"/>
        </w:rPr>
        <w:t>-202</w:t>
      </w:r>
      <w:r w:rsidR="4003084D">
        <w:rPr>
          <w:rFonts w:ascii="Corbel" w:hAnsi="Corbel"/>
          <w:sz w:val="20"/>
          <w:szCs w:val="20"/>
        </w:rPr>
        <w:t>4</w:t>
      </w:r>
    </w:p>
    <w:p xmlns:wp14="http://schemas.microsoft.com/office/word/2010/wordml" w:rsidRPr="009C54AE" w:rsidR="003A5DCE" w:rsidP="009C54AE" w:rsidRDefault="003A5DCE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3A5DCE" w:rsidP="009C54AE" w:rsidRDefault="003A5DCE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3A5DCE" w:rsidTr="53322819" w14:paraId="4C92E3B8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7F1FA2F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D59">
              <w:rPr>
                <w:rFonts w:ascii="Corbel" w:hAnsi="Corbel"/>
                <w:b w:val="0"/>
                <w:sz w:val="24"/>
                <w:szCs w:val="24"/>
              </w:rPr>
              <w:t>PODSTAWY MEDYCYNY KATASTROF</w:t>
            </w:r>
          </w:p>
        </w:tc>
      </w:tr>
      <w:tr xmlns:wp14="http://schemas.microsoft.com/office/word/2010/wordml" w:rsidRPr="009C54AE" w:rsidR="003A5DCE" w:rsidTr="53322819" w14:paraId="449C623B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462406C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BW59</w:t>
            </w:r>
          </w:p>
        </w:tc>
      </w:tr>
      <w:tr xmlns:wp14="http://schemas.microsoft.com/office/word/2010/wordml" w:rsidRPr="009C54AE" w:rsidR="003A5DCE" w:rsidTr="53322819" w14:paraId="5C0172EC" wp14:textId="77777777">
        <w:tc>
          <w:tcPr>
            <w:tcW w:w="2694" w:type="dxa"/>
            <w:tcMar/>
            <w:vAlign w:val="center"/>
          </w:tcPr>
          <w:p w:rsidRPr="00A44AF7" w:rsidR="003A5DCE" w:rsidP="00EA4832" w:rsidRDefault="003A5DCE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3A5DCE" w:rsidTr="53322819" w14:paraId="0AEA36E1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3A5DCE" w:rsidTr="53322819" w14:paraId="08E2BE52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3A5DCE" w:rsidTr="53322819" w14:paraId="728115D6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205B0BB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3A5DCE" w:rsidTr="53322819" w14:paraId="77AD840C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3A5DCE" w:rsidTr="53322819" w14:paraId="5C70B2EB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53322819" w:rsidRDefault="003A5DCE" w14:paraId="56B68402" wp14:textId="79CEA9D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3322819" w:rsidR="4ECA42D3">
              <w:rPr>
                <w:rFonts w:ascii="Corbel" w:hAnsi="Corbel"/>
                <w:b w:val="0"/>
                <w:bCs w:val="0"/>
                <w:sz w:val="24"/>
                <w:szCs w:val="24"/>
              </w:rPr>
              <w:t>Nies</w:t>
            </w:r>
            <w:r w:rsidRPr="53322819" w:rsidR="003A5DCE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3A5DCE" w:rsidTr="53322819" w14:paraId="5A65CEDF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C757280" w:rsidRDefault="003A5DCE" w14:paraId="3F91719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Rok trzeci/ semestr piąty</w:t>
            </w:r>
          </w:p>
        </w:tc>
      </w:tr>
      <w:tr xmlns:wp14="http://schemas.microsoft.com/office/word/2010/wordml" w:rsidRPr="009C54AE" w:rsidR="003A5DCE" w:rsidTr="53322819" w14:paraId="2724D578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6FA8B5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Pr="009C54AE" w:rsidR="003A5DCE" w:rsidTr="53322819" w14:paraId="26EB6C12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3A5DCE" w:rsidTr="53322819" w14:paraId="0F0515BE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C757280" w:rsidRDefault="003A5DCE" w14:paraId="0E42A16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xmlns:wp14="http://schemas.microsoft.com/office/word/2010/wordml" w:rsidRPr="009C54AE" w:rsidR="003A5DCE" w:rsidTr="53322819" w14:paraId="6FB587FA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C757280" w:rsidRDefault="003A5DCE" w14:paraId="0DD55C2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Jan Ziobro</w:t>
            </w:r>
          </w:p>
        </w:tc>
      </w:tr>
    </w:tbl>
    <w:p xmlns:wp14="http://schemas.microsoft.com/office/word/2010/wordml" w:rsidRPr="009C54AE" w:rsidR="003A5DCE" w:rsidP="009C54AE" w:rsidRDefault="003A5DCE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3A5DCE" w:rsidP="009C54AE" w:rsidRDefault="003A5DCE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3A5DCE" w:rsidP="009C54AE" w:rsidRDefault="003A5DCE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3A5DCE" w:rsidP="009C54AE" w:rsidRDefault="003A5DCE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3A5DCE" w:rsidTr="53322819" w14:paraId="4A00F406" wp14:textId="77777777">
        <w:tc>
          <w:tcPr>
            <w:tcW w:w="1048" w:type="dxa"/>
            <w:tcMar/>
          </w:tcPr>
          <w:p w:rsidRPr="00A44AF7" w:rsidR="003A5DCE" w:rsidP="009C54AE" w:rsidRDefault="003A5DCE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A44AF7" w:rsidR="003A5DCE" w:rsidP="009C54AE" w:rsidRDefault="003A5DCE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Mar/>
            <w:vAlign w:val="center"/>
          </w:tcPr>
          <w:p w:rsidRPr="00A44AF7" w:rsidR="003A5DCE" w:rsidP="009C54AE" w:rsidRDefault="003A5DCE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tcMar/>
            <w:vAlign w:val="center"/>
          </w:tcPr>
          <w:p w:rsidRPr="00A44AF7" w:rsidR="003A5DCE" w:rsidP="009C54AE" w:rsidRDefault="003A5DCE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Mar/>
            <w:vAlign w:val="center"/>
          </w:tcPr>
          <w:p w:rsidRPr="00A44AF7" w:rsidR="003A5DCE" w:rsidP="009C54AE" w:rsidRDefault="003A5DCE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tcMar/>
            <w:vAlign w:val="center"/>
          </w:tcPr>
          <w:p w:rsidRPr="00A44AF7" w:rsidR="003A5DCE" w:rsidP="009C54AE" w:rsidRDefault="003A5DCE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Mar/>
            <w:vAlign w:val="center"/>
          </w:tcPr>
          <w:p w:rsidRPr="00A44AF7" w:rsidR="003A5DCE" w:rsidP="009C54AE" w:rsidRDefault="003A5DCE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tcMar/>
            <w:vAlign w:val="center"/>
          </w:tcPr>
          <w:p w:rsidRPr="00A44AF7" w:rsidR="003A5DCE" w:rsidP="009C54AE" w:rsidRDefault="003A5DCE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Mar/>
            <w:vAlign w:val="center"/>
          </w:tcPr>
          <w:p w:rsidRPr="00A44AF7" w:rsidR="003A5DCE" w:rsidP="009C54AE" w:rsidRDefault="003A5DCE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tcMar/>
            <w:vAlign w:val="center"/>
          </w:tcPr>
          <w:p w:rsidRPr="00A44AF7" w:rsidR="003A5DCE" w:rsidP="009C54AE" w:rsidRDefault="003A5DCE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tcMar/>
            <w:vAlign w:val="center"/>
          </w:tcPr>
          <w:p w:rsidRPr="00A44AF7" w:rsidR="003A5DCE" w:rsidP="009C54AE" w:rsidRDefault="003A5DCE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A44AF7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3A5DCE" w:rsidTr="53322819" w14:paraId="38E5E0D9" wp14:textId="77777777">
        <w:trPr>
          <w:trHeight w:val="453"/>
        </w:trPr>
        <w:tc>
          <w:tcPr>
            <w:tcW w:w="1048" w:type="dxa"/>
            <w:tcMar/>
          </w:tcPr>
          <w:p w:rsidRPr="009C54AE" w:rsidR="003A5DCE" w:rsidP="009C54AE" w:rsidRDefault="003A5DCE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Mar/>
            <w:vAlign w:val="center"/>
          </w:tcPr>
          <w:p w:rsidRPr="009C54AE" w:rsidR="003A5DCE" w:rsidP="009C54AE" w:rsidRDefault="003A5DCE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9C54AE" w:rsidR="003A5DCE" w:rsidP="009C54AE" w:rsidRDefault="003A5DCE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3A5DCE" w:rsidP="53322819" w:rsidRDefault="003A5DCE" w14:paraId="5007C906" wp14:textId="63A93910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53322819" w:rsidR="093CA9B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Mar/>
            <w:vAlign w:val="center"/>
          </w:tcPr>
          <w:p w:rsidRPr="009C54AE" w:rsidR="003A5DCE" w:rsidP="009C54AE" w:rsidRDefault="003A5DCE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Mar/>
            <w:vAlign w:val="center"/>
          </w:tcPr>
          <w:p w:rsidRPr="009C54AE" w:rsidR="003A5DCE" w:rsidP="009C54AE" w:rsidRDefault="003A5DCE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Mar/>
            <w:vAlign w:val="center"/>
          </w:tcPr>
          <w:p w:rsidRPr="009C54AE" w:rsidR="003A5DCE" w:rsidP="009C54AE" w:rsidRDefault="003A5DCE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Mar/>
            <w:vAlign w:val="center"/>
          </w:tcPr>
          <w:p w:rsidRPr="009C54AE" w:rsidR="003A5DCE" w:rsidP="009C54AE" w:rsidRDefault="003A5DCE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Mar/>
            <w:vAlign w:val="center"/>
          </w:tcPr>
          <w:p w:rsidRPr="009C54AE" w:rsidR="003A5DCE" w:rsidP="009C54AE" w:rsidRDefault="003A5DCE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Mar/>
            <w:vAlign w:val="center"/>
          </w:tcPr>
          <w:p w:rsidRPr="009C54AE" w:rsidR="003A5DCE" w:rsidP="009C54AE" w:rsidRDefault="003A5DCE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3A5DCE" w:rsidP="009C54AE" w:rsidRDefault="003A5DCE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3A5DCE" w:rsidP="009C54AE" w:rsidRDefault="003A5DCE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3A5DCE" w:rsidP="00F83B28" w:rsidRDefault="003A5DCE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3A5DCE" w:rsidP="00F83B28" w:rsidRDefault="003A5DCE" w14:paraId="1DD88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3A5DCE" w:rsidP="00F83B28" w:rsidRDefault="003A5DCE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3A5DCE" w:rsidP="009C54AE" w:rsidRDefault="003A5DCE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A5DCE" w:rsidP="00F83B28" w:rsidRDefault="003A5DCE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1669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xmlns:wp14="http://schemas.microsoft.com/office/word/2010/wordml" w:rsidR="003A5DCE" w:rsidP="009C54AE" w:rsidRDefault="003A5DC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3A5DCE" w:rsidP="009C54AE" w:rsidRDefault="003A5DCE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3A5DCE" w:rsidP="009C54AE" w:rsidRDefault="003A5DCE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3A5DCE" w:rsidTr="00745302" w14:paraId="748A3465" wp14:textId="77777777">
        <w:tc>
          <w:tcPr>
            <w:tcW w:w="9670" w:type="dxa"/>
          </w:tcPr>
          <w:p w:rsidRPr="009C54AE" w:rsidR="003A5DCE" w:rsidP="009C54AE" w:rsidRDefault="003A5DCE" w14:paraId="69BFB5CD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6C84">
              <w:rPr>
                <w:b w:val="0"/>
                <w:bCs/>
                <w:spacing w:val="-6"/>
                <w:szCs w:val="24"/>
              </w:rPr>
              <w:t>Podstawowa znajomość anatomii i fizjologii, KPP</w:t>
            </w:r>
            <w:r>
              <w:rPr>
                <w:b w:val="0"/>
                <w:bCs/>
                <w:spacing w:val="-6"/>
                <w:szCs w:val="24"/>
              </w:rPr>
              <w:t>.</w:t>
            </w:r>
          </w:p>
          <w:p w:rsidRPr="009C54AE" w:rsidR="003A5DCE" w:rsidP="009C54AE" w:rsidRDefault="003A5DCE" w14:paraId="45FB081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3A5DCE" w:rsidP="009C54AE" w:rsidRDefault="003A5DCE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3A5DCE" w:rsidP="009C54AE" w:rsidRDefault="003A5DCE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3A5DCE" w:rsidP="009C54AE" w:rsidRDefault="003A5DCE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3A5DCE" w:rsidP="009C54AE" w:rsidRDefault="003A5DCE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3A5DCE" w:rsidP="009C54AE" w:rsidRDefault="003A5DCE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51"/>
        <w:gridCol w:w="8819"/>
      </w:tblGrid>
      <w:tr xmlns:wp14="http://schemas.microsoft.com/office/word/2010/wordml" w:rsidRPr="009C54AE" w:rsidR="003A5DCE" w:rsidTr="00923D7D" w14:paraId="77288F21" wp14:textId="77777777">
        <w:tc>
          <w:tcPr>
            <w:tcW w:w="851" w:type="dxa"/>
            <w:vAlign w:val="center"/>
          </w:tcPr>
          <w:p w:rsidRPr="00A44AF7" w:rsidR="003A5DCE" w:rsidP="00534D59" w:rsidRDefault="003A5DCE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E1F82" w:rsidR="003A5DCE" w:rsidP="00534D59" w:rsidRDefault="003A5DCE" w14:paraId="2FECC33B" wp14:textId="77777777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Celem kształcenia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zakresie medycyny katastrof 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jest przygotowanie studentów do interpretowania i rozumienia wiedzy dotyczącej zasad prowadzenia akcji ratunkowej w katastrofach masowych zasad udzielania pomocy poszkodowanym w miejscu katastrofy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3A5DCE" w:rsidTr="00923D7D" w14:paraId="5C4DA417" wp14:textId="77777777">
        <w:tc>
          <w:tcPr>
            <w:tcW w:w="851" w:type="dxa"/>
            <w:vAlign w:val="center"/>
          </w:tcPr>
          <w:p w:rsidRPr="00A44AF7" w:rsidR="003A5DCE" w:rsidP="00534D59" w:rsidRDefault="003A5DCE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44AF7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E1F82" w:rsidR="003A5DCE" w:rsidP="00534D59" w:rsidRDefault="003A5DCE" w14:paraId="6368775A" wp14:textId="77777777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Uczestniczy w akcjach ratowniczych w sytuacji katastrof, ustalania hierarchii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podejmowaniu działań ratunkowych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A5DCE" w:rsidTr="00923D7D" w14:paraId="39E896AC" wp14:textId="77777777">
        <w:tc>
          <w:tcPr>
            <w:tcW w:w="851" w:type="dxa"/>
            <w:vAlign w:val="center"/>
          </w:tcPr>
          <w:p w:rsidRPr="00A44AF7" w:rsidR="003A5DCE" w:rsidP="00534D59" w:rsidRDefault="003A5DCE" w14:paraId="53C0B3C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4E1F82" w:rsidR="003A5DCE" w:rsidP="00534D59" w:rsidRDefault="003A5DCE" w14:paraId="20DD6735" wp14:textId="77777777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Aktywnie 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pogłębiania wiedzę z zakresu medycyny katastrof oraz przekonania 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znaczeniu wiedzy z zakresu medycyny katastrof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3A5DCE" w:rsidP="009C54AE" w:rsidRDefault="003A5DCE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3A5DCE" w:rsidP="009C54AE" w:rsidRDefault="003A5DCE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3A5DCE" w:rsidP="009C54AE" w:rsidRDefault="003A5DCE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</w:tblGrid>
      <w:tr xmlns:wp14="http://schemas.microsoft.com/office/word/2010/wordml" w:rsidRPr="009C54AE" w:rsidR="003A5DCE" w:rsidTr="0071620A" w14:paraId="2DFED260" wp14:textId="77777777">
        <w:tc>
          <w:tcPr>
            <w:tcW w:w="1701" w:type="dxa"/>
            <w:vAlign w:val="center"/>
          </w:tcPr>
          <w:p w:rsidRPr="009C54AE" w:rsidR="003A5DCE" w:rsidP="009C54AE" w:rsidRDefault="003A5DCE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3A5DCE" w:rsidP="00C05F44" w:rsidRDefault="003A5DCE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3A5DCE" w:rsidP="00C05F44" w:rsidRDefault="003A5DCE" w14:paraId="4527C5E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3A5DCE" w:rsidTr="005E6E85" w14:paraId="30A66FE1" wp14:textId="77777777">
        <w:tc>
          <w:tcPr>
            <w:tcW w:w="1701" w:type="dxa"/>
          </w:tcPr>
          <w:p w:rsidRPr="004E5B25" w:rsidR="003A5DCE" w:rsidP="00534D59" w:rsidRDefault="003A5DCE" w14:paraId="4FCA5964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</w:t>
            </w:r>
            <w:r w:rsidRPr="004E5B2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4E5B25" w:rsidR="003A5DCE" w:rsidP="00534D59" w:rsidRDefault="003A5DCE" w14:paraId="6C78FB0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I</w:t>
            </w:r>
            <w:r w:rsidRPr="004E5B25">
              <w:rPr>
                <w:b w:val="0"/>
                <w:smallCaps w:val="0"/>
                <w:szCs w:val="24"/>
              </w:rPr>
              <w:t>dentyfikuje zagrożenia bezpieczeństwa w skali lokalnej, regionalnej, narodowej i globalnej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223BB374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zCs w:val="24"/>
              </w:rPr>
              <w:t>W09</w:t>
            </w:r>
          </w:p>
        </w:tc>
      </w:tr>
      <w:tr xmlns:wp14="http://schemas.microsoft.com/office/word/2010/wordml" w:rsidRPr="009C54AE" w:rsidR="003A5DCE" w:rsidTr="005E6E85" w14:paraId="1AF0168B" wp14:textId="77777777">
        <w:tc>
          <w:tcPr>
            <w:tcW w:w="1701" w:type="dxa"/>
          </w:tcPr>
          <w:p w:rsidRPr="004E5B25" w:rsidR="003A5DCE" w:rsidP="00534D59" w:rsidRDefault="003A5DCE" w14:paraId="56A76B1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4E5B25" w:rsidR="003A5DCE" w:rsidP="00534D59" w:rsidRDefault="003A5DCE" w14:paraId="7EE142A5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Pr="004E5B25">
              <w:rPr>
                <w:b w:val="0"/>
                <w:smallCaps w:val="0"/>
                <w:szCs w:val="24"/>
              </w:rPr>
              <w:t>na istotę bezpieczeństwa w skali globalnej, regionalnej i</w:t>
            </w:r>
            <w:r>
              <w:rPr>
                <w:b w:val="0"/>
                <w:smallCaps w:val="0"/>
                <w:szCs w:val="24"/>
              </w:rPr>
              <w:t> </w:t>
            </w:r>
            <w:r w:rsidRPr="004E5B25">
              <w:rPr>
                <w:b w:val="0"/>
                <w:smallCaps w:val="0"/>
                <w:szCs w:val="24"/>
              </w:rPr>
              <w:t>lokalnej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39AE7B68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W</w:t>
            </w:r>
            <w:r w:rsidRPr="004E5B25">
              <w:rPr>
                <w:b w:val="0"/>
                <w:smallCaps w:val="0"/>
                <w:szCs w:val="24"/>
              </w:rPr>
              <w:t>10</w:t>
            </w:r>
          </w:p>
        </w:tc>
      </w:tr>
      <w:tr xmlns:wp14="http://schemas.microsoft.com/office/word/2010/wordml" w:rsidRPr="009C54AE" w:rsidR="003A5DCE" w:rsidTr="005E6E85" w14:paraId="0C40810D" wp14:textId="77777777">
        <w:tc>
          <w:tcPr>
            <w:tcW w:w="1701" w:type="dxa"/>
          </w:tcPr>
          <w:p w:rsidRPr="004E5B25" w:rsidR="003A5DCE" w:rsidP="00534D59" w:rsidRDefault="003A5DCE" w14:paraId="4196080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A57933" w:rsidR="003A5DCE" w:rsidP="00534D59" w:rsidRDefault="003A5DCE" w14:paraId="1FD0DE13" wp14:textId="77777777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A57933">
              <w:rPr>
                <w:rFonts w:ascii="Times New Roman" w:hAnsi="Times New Roman"/>
                <w:sz w:val="24"/>
                <w:szCs w:val="24"/>
              </w:rPr>
              <w:t>na zasady udzielania pierwszej pomocy oraz pomocy przedlekarskiej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3A5DCE" w:rsidP="00534D59" w:rsidRDefault="003A5DCE" w14:paraId="698E63CA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W11</w:t>
            </w:r>
          </w:p>
        </w:tc>
      </w:tr>
      <w:tr xmlns:wp14="http://schemas.microsoft.com/office/word/2010/wordml" w:rsidRPr="009C54AE" w:rsidR="003A5DCE" w:rsidTr="005E6E85" w14:paraId="66E83DEA" wp14:textId="77777777">
        <w:tc>
          <w:tcPr>
            <w:tcW w:w="1701" w:type="dxa"/>
          </w:tcPr>
          <w:p w:rsidRPr="004E5B25" w:rsidR="003A5DCE" w:rsidP="00534D59" w:rsidRDefault="003A5DCE" w14:paraId="78C3198C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4E5B25" w:rsidR="003A5DCE" w:rsidP="00534D59" w:rsidRDefault="003A5DCE" w14:paraId="39423C2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Zna podstawowe zasady organizowania i nadzorowania służb ochrony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60E101E9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W14</w:t>
            </w:r>
          </w:p>
        </w:tc>
      </w:tr>
      <w:tr xmlns:wp14="http://schemas.microsoft.com/office/word/2010/wordml" w:rsidRPr="009C54AE" w:rsidR="003A5DCE" w:rsidTr="005E6E85" w14:paraId="17958D0D" wp14:textId="77777777">
        <w:tc>
          <w:tcPr>
            <w:tcW w:w="1701" w:type="dxa"/>
          </w:tcPr>
          <w:p w:rsidRPr="004E5B25" w:rsidR="003A5DCE" w:rsidP="00534D59" w:rsidRDefault="003A5DCE" w14:paraId="74357262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4E5B25" w:rsidR="003A5DCE" w:rsidP="00534D59" w:rsidRDefault="003A5DCE" w14:paraId="693DF55C" wp14:textId="7777777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>osiada umiejętność oceny przydatności metod i procedur do realizacji zadań związanych z różnymi sferami bezpieczeństwa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57FAD144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U0</w:t>
            </w:r>
            <w:r w:rsidRPr="004E5B25">
              <w:rPr>
                <w:b w:val="0"/>
                <w:smallCaps w:val="0"/>
                <w:szCs w:val="24"/>
              </w:rPr>
              <w:t>9</w:t>
            </w:r>
          </w:p>
        </w:tc>
      </w:tr>
      <w:tr xmlns:wp14="http://schemas.microsoft.com/office/word/2010/wordml" w:rsidRPr="009C54AE" w:rsidR="003A5DCE" w:rsidTr="005E6E85" w14:paraId="388CA08B" wp14:textId="77777777">
        <w:tc>
          <w:tcPr>
            <w:tcW w:w="1701" w:type="dxa"/>
          </w:tcPr>
          <w:p w:rsidRPr="004E5B25" w:rsidR="003A5DCE" w:rsidP="00534D59" w:rsidRDefault="003A5DCE" w14:paraId="139A5216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4E5B25" w:rsidR="003A5DCE" w:rsidP="00534D59" w:rsidRDefault="003A5DCE" w14:paraId="6304EE9C" wp14:textId="7777777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otrafi wyjaśniać i porządkować relacje zachodzące między procesami, podmiotami, strukturami oraz 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>procesami determinującymi bezpieczeństwo wewnętrzne, narodowe i międzynarodowe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1A5D6DC2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U10</w:t>
            </w:r>
          </w:p>
        </w:tc>
      </w:tr>
      <w:tr xmlns:wp14="http://schemas.microsoft.com/office/word/2010/wordml" w:rsidRPr="009C54AE" w:rsidR="003A5DCE" w:rsidTr="005E6E85" w14:paraId="3C0E86D3" wp14:textId="77777777">
        <w:tc>
          <w:tcPr>
            <w:tcW w:w="1701" w:type="dxa"/>
          </w:tcPr>
          <w:p w:rsidRPr="004E5B25" w:rsidR="003A5DCE" w:rsidP="00534D59" w:rsidRDefault="003A5DCE" w14:paraId="55CE86DB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4E5B25" w:rsidR="003A5DCE" w:rsidP="00534D59" w:rsidRDefault="003A5DCE" w14:paraId="4946E037" wp14:textId="7777777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4E5B25">
              <w:rPr>
                <w:rFonts w:ascii="Times New Roman" w:hAnsi="Times New Roman"/>
                <w:sz w:val="24"/>
                <w:szCs w:val="24"/>
                <w:lang w:eastAsia="pl-PL"/>
              </w:rPr>
              <w:t>Jest przygotowany do aktywności i wspierania działalności specjalistycznych służb odpowiedzialnych za bezpieczeństwo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03B83849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U15</w:t>
            </w:r>
          </w:p>
        </w:tc>
      </w:tr>
      <w:tr xmlns:wp14="http://schemas.microsoft.com/office/word/2010/wordml" w:rsidRPr="009C54AE" w:rsidR="003A5DCE" w:rsidTr="005E6E85" w14:paraId="423BB98B" wp14:textId="77777777">
        <w:tc>
          <w:tcPr>
            <w:tcW w:w="1701" w:type="dxa"/>
          </w:tcPr>
          <w:p w:rsidRPr="004E5B25" w:rsidR="003A5DCE" w:rsidP="00534D59" w:rsidRDefault="003A5DCE" w14:paraId="30AC254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4E5B25" w:rsidR="003A5DCE" w:rsidP="00534D59" w:rsidRDefault="003A5DCE" w14:paraId="678195EF" wp14:textId="777777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 xml:space="preserve">otrafi doskonalić nabytą wiedzę i umiejętności na podstawie dostępnych informacji oraz obserwowanych zjawisk i na podstawie nowych sytuacji 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2585C346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K06</w:t>
            </w:r>
          </w:p>
        </w:tc>
      </w:tr>
    </w:tbl>
    <w:p xmlns:wp14="http://schemas.microsoft.com/office/word/2010/wordml" w:rsidRPr="009C54AE" w:rsidR="003A5DCE" w:rsidP="009C54AE" w:rsidRDefault="003A5DCE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534D59" w:rsidR="003A5DCE" w:rsidP="00534D59" w:rsidRDefault="003A5DCE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3A5DCE" w:rsidP="009C54AE" w:rsidRDefault="003A5DCE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781"/>
      </w:tblGrid>
      <w:tr xmlns:wp14="http://schemas.microsoft.com/office/word/2010/wordml" w:rsidRPr="004E1F82" w:rsidR="003A5DCE" w:rsidTr="009D7D7B" w14:paraId="587EA2A8" wp14:textId="77777777">
        <w:trPr>
          <w:trHeight w:val="335"/>
        </w:trPr>
        <w:tc>
          <w:tcPr>
            <w:tcW w:w="9781" w:type="dxa"/>
          </w:tcPr>
          <w:p w:rsidRPr="004E1F82" w:rsidR="003A5DCE" w:rsidP="009D7D7B" w:rsidRDefault="003A5DCE" w14:paraId="35113026" wp14:textId="77777777">
            <w:pPr>
              <w:pStyle w:val="ListParagraph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4E1F82" w:rsidR="003A5DCE" w:rsidTr="009D7D7B" w14:paraId="0D5FDB95" wp14:textId="77777777">
        <w:tc>
          <w:tcPr>
            <w:tcW w:w="9781" w:type="dxa"/>
            <w:vAlign w:val="center"/>
          </w:tcPr>
          <w:p w:rsidRPr="004E1F82" w:rsidR="003A5DCE" w:rsidP="009D7D7B" w:rsidRDefault="003A5DCE" w14:paraId="6FBA3AAD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Zakres i charakter medycyny katastrof.</w:t>
            </w:r>
          </w:p>
        </w:tc>
      </w:tr>
      <w:tr xmlns:wp14="http://schemas.microsoft.com/office/word/2010/wordml" w:rsidRPr="004E1F82" w:rsidR="003A5DCE" w:rsidTr="009D7D7B" w14:paraId="72E83DB2" wp14:textId="77777777">
        <w:tc>
          <w:tcPr>
            <w:tcW w:w="9781" w:type="dxa"/>
            <w:vAlign w:val="center"/>
          </w:tcPr>
          <w:p w:rsidRPr="004E1F82" w:rsidR="003A5DCE" w:rsidP="009D7D7B" w:rsidRDefault="003A5DCE" w14:paraId="1FE4B281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Katastrofa. Medycyna katastrof. Akcja ratunkowa. Współdziałanie służb uczestniczących w akcji ratunkowej. </w:t>
            </w:r>
          </w:p>
        </w:tc>
      </w:tr>
      <w:tr xmlns:wp14="http://schemas.microsoft.com/office/word/2010/wordml" w:rsidRPr="004E1F82" w:rsidR="003A5DCE" w:rsidTr="009D7D7B" w14:paraId="2D6C5B34" wp14:textId="77777777">
        <w:tc>
          <w:tcPr>
            <w:tcW w:w="9781" w:type="dxa"/>
            <w:vAlign w:val="center"/>
          </w:tcPr>
          <w:p w:rsidRPr="004E1F82" w:rsidR="003A5DCE" w:rsidP="009D7D7B" w:rsidRDefault="003A5DCE" w14:paraId="7711774A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akcji ratunkowej w różnych sytuacjach i warunkach.</w:t>
            </w:r>
          </w:p>
        </w:tc>
      </w:tr>
      <w:tr xmlns:wp14="http://schemas.microsoft.com/office/word/2010/wordml" w:rsidRPr="004E1F82" w:rsidR="003A5DCE" w:rsidTr="009D7D7B" w14:paraId="2278CECE" wp14:textId="77777777">
        <w:tc>
          <w:tcPr>
            <w:tcW w:w="9781" w:type="dxa"/>
            <w:vAlign w:val="center"/>
          </w:tcPr>
          <w:p w:rsidRPr="004E1F82" w:rsidR="003A5DCE" w:rsidP="009D7D7B" w:rsidRDefault="003A5DCE" w14:paraId="5371FE93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i dowodzenia akcją ratunkową. Zasady prowadzenia segregacji medycznej. Transport rannych i chorych.</w:t>
            </w:r>
          </w:p>
        </w:tc>
      </w:tr>
      <w:tr xmlns:wp14="http://schemas.microsoft.com/office/word/2010/wordml" w:rsidRPr="004E1F82" w:rsidR="003A5DCE" w:rsidTr="009D7D7B" w14:paraId="63A1ED3D" wp14:textId="77777777">
        <w:tc>
          <w:tcPr>
            <w:tcW w:w="9781" w:type="dxa"/>
            <w:vAlign w:val="center"/>
          </w:tcPr>
          <w:p w:rsidRPr="004E1F82" w:rsidR="003A5DCE" w:rsidP="009D7D7B" w:rsidRDefault="003A5DCE" w14:paraId="259807A5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Współdziałanie w akcjach ratunkowych: katastrofy ekologiczne, klęski żywiołowe, wypadki komunikacyjne.</w:t>
            </w:r>
          </w:p>
        </w:tc>
      </w:tr>
      <w:tr xmlns:wp14="http://schemas.microsoft.com/office/word/2010/wordml" w:rsidRPr="004E1F82" w:rsidR="003A5DCE" w:rsidTr="009D7D7B" w14:paraId="0C26EECF" wp14:textId="77777777">
        <w:tc>
          <w:tcPr>
            <w:tcW w:w="9781" w:type="dxa"/>
            <w:vAlign w:val="center"/>
          </w:tcPr>
          <w:p w:rsidRPr="004E1F82" w:rsidR="003A5DCE" w:rsidP="009D7D7B" w:rsidRDefault="003A5DCE" w14:paraId="765F6B72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chemiczne.</w:t>
            </w:r>
          </w:p>
        </w:tc>
      </w:tr>
      <w:tr xmlns:wp14="http://schemas.microsoft.com/office/word/2010/wordml" w:rsidRPr="004E1F82" w:rsidR="003A5DCE" w:rsidTr="009D7D7B" w14:paraId="0DCA277B" wp14:textId="77777777">
        <w:tc>
          <w:tcPr>
            <w:tcW w:w="9781" w:type="dxa"/>
            <w:vAlign w:val="center"/>
          </w:tcPr>
          <w:p w:rsidRPr="004E1F82" w:rsidR="003A5DCE" w:rsidP="009D7D7B" w:rsidRDefault="003A5DCE" w14:paraId="76FE0456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radiologiczne.</w:t>
            </w:r>
          </w:p>
        </w:tc>
      </w:tr>
      <w:tr xmlns:wp14="http://schemas.microsoft.com/office/word/2010/wordml" w:rsidRPr="004E1F82" w:rsidR="003A5DCE" w:rsidTr="009D7D7B" w14:paraId="6F557B19" wp14:textId="77777777">
        <w:tc>
          <w:tcPr>
            <w:tcW w:w="9781" w:type="dxa"/>
            <w:vAlign w:val="center"/>
          </w:tcPr>
          <w:p w:rsidRPr="004E1F82" w:rsidR="003A5DCE" w:rsidP="009D7D7B" w:rsidRDefault="003A5DCE" w14:paraId="74A60388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Zabezpieczenie imprez masowych.</w:t>
            </w:r>
          </w:p>
        </w:tc>
      </w:tr>
      <w:tr xmlns:wp14="http://schemas.microsoft.com/office/word/2010/wordml" w:rsidRPr="004E1F82" w:rsidR="003A5DCE" w:rsidTr="009D7D7B" w14:paraId="0B88B832" wp14:textId="77777777">
        <w:tc>
          <w:tcPr>
            <w:tcW w:w="9781" w:type="dxa"/>
            <w:vAlign w:val="center"/>
          </w:tcPr>
          <w:p w:rsidRPr="004E1F82" w:rsidR="003A5DCE" w:rsidP="009D7D7B" w:rsidRDefault="003A5DCE" w14:paraId="66CC9A53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Zaburzenia zachowania u osób uczestniczących w katastrofie.</w:t>
            </w:r>
          </w:p>
        </w:tc>
      </w:tr>
      <w:tr xmlns:wp14="http://schemas.microsoft.com/office/word/2010/wordml" w:rsidRPr="004E1F82" w:rsidR="003A5DCE" w:rsidTr="009D7D7B" w14:paraId="5D869A63" wp14:textId="77777777">
        <w:tc>
          <w:tcPr>
            <w:tcW w:w="9781" w:type="dxa"/>
            <w:vAlign w:val="center"/>
          </w:tcPr>
          <w:p w:rsidRPr="004E1F82" w:rsidR="003A5DCE" w:rsidP="009D7D7B" w:rsidRDefault="003A5DCE" w14:paraId="2670927A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Wybrane aspekty prawa humanitarnego. </w:t>
            </w:r>
          </w:p>
        </w:tc>
      </w:tr>
    </w:tbl>
    <w:p xmlns:wp14="http://schemas.microsoft.com/office/word/2010/wordml" w:rsidRPr="009C54AE" w:rsidR="003A5DCE" w:rsidP="009C54AE" w:rsidRDefault="003A5DCE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3A5DCE" w:rsidP="009C54AE" w:rsidRDefault="003A5DCE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3A5DCE" w:rsidP="009C54AE" w:rsidRDefault="003A5DCE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5B4BE57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4D59">
        <w:rPr>
          <w:rFonts w:ascii="Corbel" w:hAnsi="Corbel"/>
          <w:b w:val="0"/>
          <w:smallCaps w:val="0"/>
          <w:szCs w:val="24"/>
        </w:rPr>
        <w:t>WYKŁAD, DYSKUSJA, BURZA MÓZGÓW, POKAZ, SYMULACJA</w:t>
      </w:r>
      <w:r>
        <w:rPr>
          <w:rFonts w:ascii="Corbel" w:hAnsi="Corbel"/>
          <w:b w:val="0"/>
          <w:smallCaps w:val="0"/>
          <w:szCs w:val="24"/>
        </w:rPr>
        <w:t>.</w:t>
      </w:r>
    </w:p>
    <w:p xmlns:wp14="http://schemas.microsoft.com/office/word/2010/wordml" w:rsidR="003A5DCE" w:rsidP="009C54AE" w:rsidRDefault="003A5DCE" w14:paraId="3CF2D8B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3A5DCE" w:rsidP="009C54AE" w:rsidRDefault="003A5DCE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3A5DCE" w:rsidP="009C54AE" w:rsidRDefault="003A5DCE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62"/>
        <w:gridCol w:w="5440"/>
        <w:gridCol w:w="2118"/>
      </w:tblGrid>
      <w:tr xmlns:wp14="http://schemas.microsoft.com/office/word/2010/wordml" w:rsidRPr="009C54AE" w:rsidR="003A5DCE" w:rsidTr="00D1669F" w14:paraId="3CD72C34" wp14:textId="77777777">
        <w:tc>
          <w:tcPr>
            <w:tcW w:w="1962" w:type="dxa"/>
            <w:vAlign w:val="center"/>
          </w:tcPr>
          <w:p w:rsidRPr="009C54AE" w:rsidR="003A5DCE" w:rsidP="009C54AE" w:rsidRDefault="003A5DCE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:rsidRPr="009C54AE" w:rsidR="003A5DCE" w:rsidP="009C54AE" w:rsidRDefault="003A5DCE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3A5DCE" w:rsidP="009C54AE" w:rsidRDefault="003A5DCE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:rsidRPr="009C54AE" w:rsidR="003A5DCE" w:rsidP="009C54AE" w:rsidRDefault="003A5DCE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3A5DCE" w:rsidP="009C54AE" w:rsidRDefault="003A5DCE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3A5DCE" w:rsidTr="00D1669F" w14:paraId="13962D05" wp14:textId="77777777">
        <w:tc>
          <w:tcPr>
            <w:tcW w:w="1962" w:type="dxa"/>
          </w:tcPr>
          <w:p w:rsidRPr="004E5B25" w:rsidR="003A5DCE" w:rsidP="0056082C" w:rsidRDefault="003A5DCE" w14:paraId="38E57954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2B6F5A78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3F1C56C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464ACA7D" wp14:textId="77777777">
        <w:tc>
          <w:tcPr>
            <w:tcW w:w="1962" w:type="dxa"/>
          </w:tcPr>
          <w:p w:rsidRPr="004E5B25" w:rsidR="003A5DCE" w:rsidP="0056082C" w:rsidRDefault="003A5DCE" w14:paraId="7E001888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>EK_ 02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3B9AFEFF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569C77CD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66B0F421" wp14:textId="77777777">
        <w:tc>
          <w:tcPr>
            <w:tcW w:w="1962" w:type="dxa"/>
          </w:tcPr>
          <w:p w:rsidRPr="004E5B25" w:rsidR="003A5DCE" w:rsidP="0056082C" w:rsidRDefault="003A5DCE" w14:paraId="002D746F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65FC4E3C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6EBE0FA3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564E4956" wp14:textId="77777777">
        <w:tc>
          <w:tcPr>
            <w:tcW w:w="1962" w:type="dxa"/>
          </w:tcPr>
          <w:p w:rsidRPr="004E5B25" w:rsidR="003A5DCE" w:rsidP="0056082C" w:rsidRDefault="003A5DCE" w14:paraId="5990E71B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63C0D402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3B93665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1A155F0C" wp14:textId="77777777">
        <w:tc>
          <w:tcPr>
            <w:tcW w:w="1962" w:type="dxa"/>
          </w:tcPr>
          <w:p w:rsidRPr="004E5B25" w:rsidR="003A5DCE" w:rsidP="0056082C" w:rsidRDefault="003A5DCE" w14:paraId="4A2F1096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44D6F99B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 xml:space="preserve">zaliczenie pisemne – test </w:t>
            </w:r>
          </w:p>
        </w:tc>
        <w:tc>
          <w:tcPr>
            <w:tcW w:w="2118" w:type="dxa"/>
          </w:tcPr>
          <w:p w:rsidRPr="004E5B25" w:rsidR="003A5DCE" w:rsidP="0056082C" w:rsidRDefault="003A5DCE" w14:paraId="69371403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7E8120F3" wp14:textId="77777777">
        <w:tc>
          <w:tcPr>
            <w:tcW w:w="1962" w:type="dxa"/>
          </w:tcPr>
          <w:p w:rsidRPr="004E5B25" w:rsidR="003A5DCE" w:rsidP="0056082C" w:rsidRDefault="003A5DCE" w14:paraId="1E73F495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0142AD33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1799DE3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0FF7D464" wp14:textId="77777777">
        <w:tc>
          <w:tcPr>
            <w:tcW w:w="1962" w:type="dxa"/>
          </w:tcPr>
          <w:p w:rsidRPr="004E5B25" w:rsidR="003A5DCE" w:rsidP="0056082C" w:rsidRDefault="003A5DCE" w14:paraId="1E02E8DD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EK_07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0EF32084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5412D0AD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70365EBC" wp14:textId="77777777">
        <w:tc>
          <w:tcPr>
            <w:tcW w:w="1962" w:type="dxa"/>
          </w:tcPr>
          <w:p w:rsidRPr="004E5B25" w:rsidR="003A5DCE" w:rsidP="0056082C" w:rsidRDefault="003A5DCE" w14:paraId="436220D0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EK_08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7E1ACAA6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</w:tcPr>
          <w:p w:rsidRPr="004E5B25" w:rsidR="003A5DCE" w:rsidP="0056082C" w:rsidRDefault="003A5DCE" w14:paraId="34AE8E0E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</w:tbl>
    <w:p xmlns:wp14="http://schemas.microsoft.com/office/word/2010/wordml" w:rsidRPr="009C54AE" w:rsidR="003A5DCE" w:rsidP="009C54AE" w:rsidRDefault="003A5DCE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3A5DCE" w:rsidP="009C54AE" w:rsidRDefault="003A5DCE" w14:paraId="0562CB0E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3A5DCE" w:rsidTr="00923D7D" w14:paraId="6225814E" wp14:textId="77777777">
        <w:tc>
          <w:tcPr>
            <w:tcW w:w="9670" w:type="dxa"/>
          </w:tcPr>
          <w:p w:rsidRPr="004E1F82" w:rsidR="003A5DCE" w:rsidP="0056082C" w:rsidRDefault="003A5DCE" w14:paraId="3199B04B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 xml:space="preserve">Sposób zaliczenia: zaliczenie z oceną </w:t>
            </w:r>
          </w:p>
          <w:p w:rsidRPr="004E1F82" w:rsidR="003A5DCE" w:rsidP="0056082C" w:rsidRDefault="003A5DCE" w14:paraId="5149A0BF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Formy zaliczenia:</w:t>
            </w:r>
          </w:p>
          <w:p w:rsidRPr="004E1F82" w:rsidR="003A5DCE" w:rsidP="0056082C" w:rsidRDefault="003A5DCE" w14:paraId="712B685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zaliczenie ma formę pisemną </w:t>
            </w:r>
          </w:p>
          <w:p w:rsidRPr="004E1F82" w:rsidR="003A5DCE" w:rsidP="0056082C" w:rsidRDefault="003A5DCE" w14:paraId="3EE4B186" wp14:textId="77777777">
            <w:pPr>
              <w:numPr>
                <w:ilvl w:val="0"/>
                <w:numId w:val="2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 celu zaliczenia student jest zobowiązany uzyskać 60 % poprawnych odpowiedzi</w:t>
            </w:r>
          </w:p>
          <w:p w:rsidR="003A5DCE" w:rsidP="0056082C" w:rsidRDefault="003A5DCE" w14:paraId="3E755869" wp14:textId="77777777">
            <w:pPr>
              <w:pStyle w:val="Punktygwne"/>
              <w:spacing w:before="0" w:after="0"/>
              <w:rPr>
                <w:szCs w:val="24"/>
              </w:rPr>
            </w:pPr>
            <w:r w:rsidRPr="004E1F82">
              <w:rPr>
                <w:szCs w:val="24"/>
              </w:rPr>
              <w:t>Warunkiem  zaliczenia jest udzielenie min 60 % poprawnych odpowiedzi.</w:t>
            </w:r>
          </w:p>
          <w:p w:rsidR="003A5DCE" w:rsidP="0056082C" w:rsidRDefault="003A5DCE" w14:paraId="34CE0A41" wp14:textId="77777777">
            <w:pPr>
              <w:pStyle w:val="Punktygwne"/>
              <w:spacing w:before="0" w:after="0"/>
              <w:rPr>
                <w:szCs w:val="24"/>
              </w:rPr>
            </w:pPr>
          </w:p>
          <w:p w:rsidRPr="003C02B1" w:rsidR="003A5DCE" w:rsidP="0056082C" w:rsidRDefault="003A5DCE" w14:paraId="48D0F382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z testu </w:t>
            </w:r>
          </w:p>
          <w:p w:rsidRPr="003C02B1" w:rsidR="003A5DCE" w:rsidP="0056082C" w:rsidRDefault="003A5DCE" w14:paraId="20FAE82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z testu  </w:t>
            </w:r>
          </w:p>
          <w:p w:rsidRPr="003C02B1" w:rsidR="003A5DCE" w:rsidP="0056082C" w:rsidRDefault="003A5DCE" w14:paraId="3A99E0FB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80% do 89% punktów z testu  </w:t>
            </w:r>
          </w:p>
          <w:p w:rsidRPr="003C02B1" w:rsidR="003A5DCE" w:rsidP="0056082C" w:rsidRDefault="003A5DCE" w14:paraId="0BEE23C1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zajęciach, uzyskanie od 70 do 79% punktów z testu</w:t>
            </w:r>
          </w:p>
          <w:p w:rsidRPr="003C02B1" w:rsidR="003A5DCE" w:rsidP="0056082C" w:rsidRDefault="003A5DCE" w14:paraId="00EBBA4F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zajęciach, uzyskanie od 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do 69% punktów z testu</w:t>
            </w:r>
          </w:p>
          <w:p w:rsidR="003A5DCE" w:rsidP="0056082C" w:rsidRDefault="003A5DCE" w14:paraId="3C59A55F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zajęciach, uzyskanie mniej niż 60 % punktów z testu</w:t>
            </w:r>
          </w:p>
          <w:p w:rsidRPr="0056082C" w:rsidR="003A5DCE" w:rsidP="0056082C" w:rsidRDefault="003A5DCE" w14:paraId="62EBF3C5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A5DCE" w:rsidP="0056082C" w:rsidRDefault="003A5DCE" w14:paraId="4B9505E8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3A5DCE" w:rsidP="009C54AE" w:rsidRDefault="003A5DCE" w14:paraId="6D98A12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3A5DCE" w:rsidP="009C54AE" w:rsidRDefault="003A5DCE" w14:paraId="2946DB8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A5DCE" w:rsidP="009C54AE" w:rsidRDefault="003A5DCE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3A5DCE" w:rsidP="009C54AE" w:rsidRDefault="003A5DCE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9C54AE" w:rsidR="003A5DCE" w:rsidTr="53322819" w14:paraId="63D9DE79" wp14:textId="77777777">
        <w:tc>
          <w:tcPr>
            <w:tcW w:w="4962" w:type="dxa"/>
            <w:tcMar/>
            <w:vAlign w:val="center"/>
          </w:tcPr>
          <w:p w:rsidRPr="009C54AE" w:rsidR="003A5DCE" w:rsidP="009C54AE" w:rsidRDefault="003A5DCE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3A5DCE" w:rsidP="009C54AE" w:rsidRDefault="003A5DCE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3A5DCE" w:rsidTr="53322819" w14:paraId="33472E7B" wp14:textId="77777777">
        <w:tc>
          <w:tcPr>
            <w:tcW w:w="4962" w:type="dxa"/>
            <w:tcMar/>
          </w:tcPr>
          <w:p w:rsidRPr="009C54AE" w:rsidR="003A5DCE" w:rsidP="009C54AE" w:rsidRDefault="003A5DCE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3A5DCE" w:rsidP="53322819" w:rsidRDefault="003A5DCE" w14:paraId="72A4FFC0" wp14:textId="7D23D45B">
            <w:pPr>
              <w:pStyle w:val="ListParagraph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4"/>
                <w:szCs w:val="24"/>
              </w:rPr>
            </w:pPr>
            <w:r w:rsidRPr="53322819" w:rsidR="0AC72B8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3A5DCE" w:rsidTr="53322819" w14:paraId="079485E9" wp14:textId="77777777">
        <w:tc>
          <w:tcPr>
            <w:tcW w:w="4962" w:type="dxa"/>
            <w:tcMar/>
          </w:tcPr>
          <w:p w:rsidRPr="009C54AE" w:rsidR="003A5DCE" w:rsidP="009C54AE" w:rsidRDefault="003A5DCE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3A5DCE" w:rsidP="009C54AE" w:rsidRDefault="003A5DCE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3A5DCE" w:rsidP="009C54AE" w:rsidRDefault="003A5DCE" w14:paraId="33CFEC6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3A5DCE" w:rsidTr="53322819" w14:paraId="3457159C" wp14:textId="77777777">
        <w:tc>
          <w:tcPr>
            <w:tcW w:w="4962" w:type="dxa"/>
            <w:tcMar/>
          </w:tcPr>
          <w:p w:rsidRPr="009C54AE" w:rsidR="003A5DCE" w:rsidP="009C54AE" w:rsidRDefault="003A5DCE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3A5DCE" w:rsidP="009C54AE" w:rsidRDefault="003A5DCE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3A5DCE" w:rsidP="53322819" w:rsidRDefault="003A5DCE" w14:paraId="4BFDD700" wp14:textId="2E9C1FB0">
            <w:pPr>
              <w:pStyle w:val="ListParagraph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4"/>
                <w:szCs w:val="24"/>
              </w:rPr>
            </w:pPr>
            <w:r w:rsidRPr="53322819" w:rsidR="59FF4F5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3A5DCE" w:rsidTr="53322819" w14:paraId="00D7B6FD" wp14:textId="77777777">
        <w:tc>
          <w:tcPr>
            <w:tcW w:w="4962" w:type="dxa"/>
            <w:tcMar/>
          </w:tcPr>
          <w:p w:rsidRPr="009C54AE" w:rsidR="003A5DCE" w:rsidP="009C54AE" w:rsidRDefault="003A5DCE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3A5DCE" w:rsidP="009C54AE" w:rsidRDefault="003A5DCE" w14:paraId="174B12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9C54AE" w:rsidR="003A5DCE" w:rsidTr="53322819" w14:paraId="0AD00C0E" wp14:textId="77777777">
        <w:tc>
          <w:tcPr>
            <w:tcW w:w="4962" w:type="dxa"/>
            <w:tcMar/>
          </w:tcPr>
          <w:p w:rsidRPr="009C54AE" w:rsidR="003A5DCE" w:rsidP="009C54AE" w:rsidRDefault="003A5DCE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3A5DCE" w:rsidP="009C54AE" w:rsidRDefault="003A5DCE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3A5DCE" w:rsidP="009C54AE" w:rsidRDefault="003A5DCE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3A5DCE" w:rsidP="009C54AE" w:rsidRDefault="003A5DCE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3A5DCE" w:rsidP="009C54AE" w:rsidRDefault="003A5DCE" w14:paraId="3FE9F23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3A5DCE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3A5DCE" w:rsidP="009C54AE" w:rsidRDefault="003A5DCE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3A5DCE" w:rsidP="009C54AE" w:rsidRDefault="003A5DCE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3A5DCE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3A5DCE" w:rsidP="009C54AE" w:rsidRDefault="003A5DCE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3A5DCE" w:rsidP="009C54AE" w:rsidRDefault="003A5DCE" w14:paraId="08CE6F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A5DCE" w:rsidP="009C54AE" w:rsidRDefault="003A5DCE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3A5DCE" w:rsidP="009C54AE" w:rsidRDefault="003A5DCE" w14:paraId="6BB9E25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7513"/>
      </w:tblGrid>
      <w:tr xmlns:wp14="http://schemas.microsoft.com/office/word/2010/wordml" w:rsidRPr="009C54AE" w:rsidR="003A5DCE" w:rsidTr="63AB0DAE" w14:paraId="2F21F446" wp14:textId="77777777">
        <w:trPr>
          <w:trHeight w:val="397"/>
        </w:trPr>
        <w:tc>
          <w:tcPr>
            <w:tcW w:w="7513" w:type="dxa"/>
            <w:tcMar/>
          </w:tcPr>
          <w:p w:rsidR="003A5DCE" w:rsidP="009C54AE" w:rsidRDefault="003A5DCE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E35CB7" w:rsidR="003A5DCE" w:rsidP="009C54AE" w:rsidRDefault="003A5DCE" w14:paraId="23DE523C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AE6956" w:rsidR="003A5DCE" w:rsidP="00EE7574" w:rsidRDefault="003A5DCE" w14:paraId="2674DAF6" wp14:textId="77777777">
            <w:pPr>
              <w:spacing w:after="120"/>
              <w:rPr>
                <w:sz w:val="24"/>
                <w:szCs w:val="24"/>
              </w:rPr>
            </w:pPr>
            <w:r w:rsidRPr="00AE6956">
              <w:rPr>
                <w:color w:val="000000"/>
                <w:sz w:val="24"/>
              </w:rPr>
              <w:t>Kryzysy, katastrofy, kataklizmy : w kontekście narastania zagrożeń / red. Katarzyna Popiołek, Augustyn Bańka. - Poznań : Stowarzyszenie Psychologia i Architektura, cop. 20</w:t>
            </w:r>
            <w:r>
              <w:rPr>
                <w:color w:val="000000"/>
                <w:sz w:val="24"/>
              </w:rPr>
              <w:t>10</w:t>
            </w:r>
            <w:r w:rsidRPr="00AE6956">
              <w:rPr>
                <w:color w:val="000000"/>
                <w:sz w:val="24"/>
              </w:rPr>
              <w:t>.</w:t>
            </w:r>
          </w:p>
          <w:p w:rsidRPr="00AE6956" w:rsidR="003A5DCE" w:rsidP="00EE7574" w:rsidRDefault="003A5DCE" w14:paraId="18037BD3" wp14:textId="77777777">
            <w:pPr>
              <w:pStyle w:val="Heading1"/>
              <w:spacing w:before="0" w:after="120"/>
              <w:rPr>
                <w:rFonts w:ascii="Calibri" w:hAnsi="Calibri"/>
                <w:color w:val="000000"/>
                <w:sz w:val="24"/>
                <w:szCs w:val="24"/>
              </w:rPr>
            </w:pPr>
            <w:r w:rsidRPr="00AE6956">
              <w:rPr>
                <w:rFonts w:ascii="Calibri" w:hAnsi="Calibri"/>
                <w:color w:val="000000"/>
                <w:sz w:val="24"/>
              </w:rPr>
              <w:t xml:space="preserve">Medycyna ratunkowa i katastrof : podręcznik dla studentów uczelni medycznych / red. nauk. Andrzej Zawadzki; [aut. Andrzej Basiński i in.]. - 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 xml:space="preserve"> Warszawa: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Wydaw. Lekarskie PZWL, cop. 2011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  <w:p w:rsidRPr="00EE7574" w:rsidR="003A5DCE" w:rsidP="00EE7574" w:rsidRDefault="003A5DCE" w14:paraId="0DC36A57" wp14:textId="77777777">
            <w:pPr>
              <w:pStyle w:val="Heading1"/>
              <w:spacing w:before="0" w:after="120"/>
              <w:rPr>
                <w:rFonts w:ascii="Calibri" w:hAnsi="Calibri"/>
                <w:color w:val="auto"/>
                <w:sz w:val="24"/>
                <w:szCs w:val="24"/>
              </w:rPr>
            </w:pPr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Ratownictwo medyczne wobec współczesnych zagrożeń / red. Arkadiusz Trzos, Elamed, Katowice 2019.</w:t>
            </w:r>
          </w:p>
          <w:p w:rsidRPr="006D7C3C" w:rsidR="003A5DCE" w:rsidP="00A435CB" w:rsidRDefault="003A5DCE" w14:paraId="0FC1D65F" wp14:textId="41599DE2">
            <w:pPr>
              <w:spacing w:after="120"/>
            </w:pPr>
            <w:r w:rsidRPr="63AB0DAE" w:rsidR="003A5DCE">
              <w:rPr>
                <w:sz w:val="24"/>
                <w:szCs w:val="24"/>
              </w:rPr>
              <w:t xml:space="preserve">Ratownictwo medyczne w wypadkach masowych / red Jan </w:t>
            </w:r>
            <w:proofErr w:type="spellStart"/>
            <w:r w:rsidRPr="63AB0DAE" w:rsidR="003A5DCE">
              <w:rPr>
                <w:sz w:val="24"/>
                <w:szCs w:val="24"/>
              </w:rPr>
              <w:t>Ciećkiewicz</w:t>
            </w:r>
            <w:proofErr w:type="spellEnd"/>
            <w:r w:rsidRPr="63AB0DAE" w:rsidR="003A5DCE">
              <w:rPr>
                <w:sz w:val="24"/>
                <w:szCs w:val="24"/>
              </w:rPr>
              <w:t>, Górnicki Wydawnictwo Medyczne, Wrocław 2005.</w:t>
            </w:r>
          </w:p>
          <w:p w:rsidRPr="006D7C3C" w:rsidR="003A5DCE" w:rsidP="63AB0DAE" w:rsidRDefault="003A5DCE" w14:paraId="4C1CC4D9" wp14:textId="6A0F3FCA">
            <w:pPr>
              <w:pStyle w:val="Heading1"/>
              <w:rPr>
                <w:rFonts w:ascii="Calibri" w:hAnsi="Calibri" w:eastAsia="Calibri" w:cs="Calibri"/>
                <w:b w:val="0"/>
                <w:bCs w:val="0"/>
                <w:noProof w:val="0"/>
                <w:color w:val="auto"/>
                <w:sz w:val="24"/>
                <w:szCs w:val="24"/>
                <w:lang w:val="pl-PL"/>
              </w:rPr>
            </w:pPr>
            <w:r w:rsidRPr="63AB0DAE" w:rsidR="26D7E6D8">
              <w:rPr>
                <w:rFonts w:ascii="Calibri" w:hAnsi="Calibri" w:eastAsia="Calibri" w:cs="Calibri"/>
                <w:b w:val="0"/>
                <w:bCs w:val="0"/>
                <w:noProof w:val="0"/>
                <w:color w:val="auto"/>
                <w:sz w:val="24"/>
                <w:szCs w:val="24"/>
                <w:lang w:val="pl-PL"/>
              </w:rPr>
              <w:t>Wytyczne resuscytacji 2021 / praca zbiorowa Janusz Andres i inni, Polska Rada Resuscytacji, Kraków 2021.</w:t>
            </w:r>
          </w:p>
          <w:p w:rsidRPr="006D7C3C" w:rsidR="003A5DCE" w:rsidP="63AB0DAE" w:rsidRDefault="003A5DCE" w14:paraId="4A91D747" wp14:textId="0DBA99BD">
            <w:pPr>
              <w:pStyle w:val="Normal"/>
              <w:spacing w:after="120"/>
              <w:rPr>
                <w:rFonts w:ascii="Calibri" w:hAnsi="Calibri" w:eastAsia="Calibri" w:cs="Times New Roman"/>
                <w:sz w:val="24"/>
                <w:szCs w:val="24"/>
              </w:rPr>
            </w:pPr>
          </w:p>
        </w:tc>
      </w:tr>
      <w:tr xmlns:wp14="http://schemas.microsoft.com/office/word/2010/wordml" w:rsidRPr="009C54AE" w:rsidR="003A5DCE" w:rsidTr="63AB0DAE" w14:paraId="2866EC3C" wp14:textId="77777777">
        <w:trPr>
          <w:trHeight w:val="397"/>
        </w:trPr>
        <w:tc>
          <w:tcPr>
            <w:tcW w:w="7513" w:type="dxa"/>
            <w:tcMar/>
          </w:tcPr>
          <w:p w:rsidR="003A5DCE" w:rsidP="009C54AE" w:rsidRDefault="003A5DCE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EE7574" w:rsidR="003A5DCE" w:rsidP="0056082C" w:rsidRDefault="003A5DCE" w14:paraId="217215E4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Nagłe zagrożenia zdrowotne u dzieci: postępowanie ratunkowe / Herwig Stopfkuchen ; [tł. z niem. Iwona Zawada]. - Wyd. 1 pol. / red. Juliusz Jakubaszko. - Wrocław : MedPharm Polska, cop. 2010. </w:t>
            </w:r>
          </w:p>
          <w:p w:rsidRPr="00EE7574" w:rsidR="003A5DCE" w:rsidP="0056082C" w:rsidRDefault="003A5DCE" w14:paraId="1457D7DA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Narciarstwo / Józef Czopik, Małgorzata Pasławska. - Warszawa: Wydawnictwo Lekarskie PZWL, cop. 2011.</w:t>
            </w:r>
          </w:p>
          <w:p w:rsidRPr="00EE7574" w:rsidR="003A5DCE" w:rsidP="0056082C" w:rsidRDefault="003A5DCE" w14:paraId="68BA3704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Organizacja ratownictwa medycznego w Polsce / Łukasz Szarpak. - Warszawa: Promotor, 2012. </w:t>
            </w:r>
          </w:p>
          <w:p w:rsidRPr="00EE7574" w:rsidR="003A5DCE" w:rsidP="00AB44D4" w:rsidRDefault="003A5DCE" w14:paraId="2B31EF2D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Oznaki życia: przypadki z intensywnej terapii / Ken Hillman ; przekł. [z ang.] Urszula Jachimczak. - Kraków : Wydawnictwo Znak, 2011.</w:t>
            </w:r>
          </w:p>
          <w:p w:rsidRPr="00EE7574" w:rsidR="003A5DCE" w:rsidP="00AB44D4" w:rsidRDefault="003A5DCE" w14:paraId="52E56223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ab/>
            </w:r>
          </w:p>
          <w:p w:rsidRPr="00EE7574" w:rsidR="003A5DCE" w:rsidP="00AB44D4" w:rsidRDefault="003A5DCE" w14:paraId="12B32C1F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szCs w:val="24"/>
              </w:rPr>
              <w:t>Ratownictwo i medycyna katastrof w reagowaniu kryzysowym / red Robert Borowski, Bezpieczeństwo teoria i praktyka nr 2, Kraków 2018.</w:t>
            </w:r>
          </w:p>
          <w:p w:rsidRPr="00EE7574" w:rsidR="003A5DCE" w:rsidP="0056082C" w:rsidRDefault="003A5DCE" w14:paraId="07547A01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:rsidRPr="00EE7574" w:rsidR="003A5DCE" w:rsidP="0056082C" w:rsidRDefault="003A5DCE" w14:paraId="61479126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Triage: ratunkowa segregacja medyczna / red. Kevin Mackway-Jones, Janet Marsden, Jill Windle; [tł. z jęz. ang.: Krzysztof Dudek]. - Wyd. 1 pol. red. Janusz Jakubaszko. - Wrocław: Elsevier Urban &amp; Partner, cop. 2012.</w:t>
            </w:r>
          </w:p>
          <w:p w:rsidRPr="00EE7574" w:rsidR="003A5DCE" w:rsidP="0056082C" w:rsidRDefault="003A5DCE" w14:paraId="5043CB0F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:rsidRPr="00EE7574" w:rsidR="003A5DCE" w:rsidP="00AB44D4" w:rsidRDefault="003A5DCE" w14:paraId="2B3B524D" wp14:textId="77777777">
            <w:pPr>
              <w:rPr>
                <w:bCs/>
                <w:sz w:val="24"/>
                <w:szCs w:val="24"/>
              </w:rPr>
            </w:pPr>
            <w:bookmarkStart w:name="_GoBack" w:id="0"/>
            <w:r w:rsidRPr="00EE7574">
              <w:rPr>
                <w:bCs/>
                <w:sz w:val="24"/>
                <w:szCs w:val="24"/>
              </w:rPr>
              <w:t>Złota godzina. Czas życia, czas śmierci (wyd.2) / red. Leszek Brongel, wydawnictwo medyczne, Kraków 2007.</w:t>
            </w:r>
          </w:p>
          <w:bookmarkEnd w:id="0"/>
          <w:p w:rsidRPr="0056082C" w:rsidR="003A5DCE" w:rsidP="0056082C" w:rsidRDefault="003A5DCE" w14:paraId="0745931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Pr="009C54AE" w:rsidR="003A5DCE" w:rsidP="009C54AE" w:rsidRDefault="003A5DCE" w14:paraId="6537F28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6DFB9E20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F83B28" w:rsidRDefault="003A5DCE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3A5DCE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3A5DCE" w:rsidP="00C16ABF" w:rsidRDefault="003A5DCE" w14:paraId="70DF9E5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A5DCE" w:rsidP="00C16ABF" w:rsidRDefault="003A5DCE" w14:paraId="44E871B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3A5DCE" w:rsidP="00C16ABF" w:rsidRDefault="003A5DCE" w14:paraId="144A5D2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A5DCE" w:rsidP="00C16ABF" w:rsidRDefault="003A5DCE" w14:paraId="738610EB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A5DCE" w:rsidRDefault="003A5DCE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87A033F"/>
    <w:multiLevelType w:val="multilevel"/>
    <w:tmpl w:val="93C6C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D820068"/>
    <w:multiLevelType w:val="multilevel"/>
    <w:tmpl w:val="1D0E162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17DD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858C2"/>
    <w:rsid w:val="00291567"/>
    <w:rsid w:val="002A22BF"/>
    <w:rsid w:val="002A2389"/>
    <w:rsid w:val="002A671D"/>
    <w:rsid w:val="002B2DD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DCE"/>
    <w:rsid w:val="003C02B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1F82"/>
    <w:rsid w:val="004E5B25"/>
    <w:rsid w:val="004E6C84"/>
    <w:rsid w:val="004F1551"/>
    <w:rsid w:val="004F55A3"/>
    <w:rsid w:val="0050496F"/>
    <w:rsid w:val="00513B6F"/>
    <w:rsid w:val="00517C63"/>
    <w:rsid w:val="00534D59"/>
    <w:rsid w:val="005363C4"/>
    <w:rsid w:val="00536BDE"/>
    <w:rsid w:val="00543ACC"/>
    <w:rsid w:val="0056082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C3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47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31693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D7D7B"/>
    <w:rsid w:val="009E0543"/>
    <w:rsid w:val="009E1E1A"/>
    <w:rsid w:val="009E3B41"/>
    <w:rsid w:val="009F3C5C"/>
    <w:rsid w:val="009F4610"/>
    <w:rsid w:val="00A00ECC"/>
    <w:rsid w:val="00A01111"/>
    <w:rsid w:val="00A155EE"/>
    <w:rsid w:val="00A2245B"/>
    <w:rsid w:val="00A30110"/>
    <w:rsid w:val="00A36899"/>
    <w:rsid w:val="00A371F6"/>
    <w:rsid w:val="00A435CB"/>
    <w:rsid w:val="00A43BF6"/>
    <w:rsid w:val="00A44AF7"/>
    <w:rsid w:val="00A53FA5"/>
    <w:rsid w:val="00A54817"/>
    <w:rsid w:val="00A57933"/>
    <w:rsid w:val="00A601C8"/>
    <w:rsid w:val="00A60799"/>
    <w:rsid w:val="00A77CEF"/>
    <w:rsid w:val="00A84C85"/>
    <w:rsid w:val="00A97DE1"/>
    <w:rsid w:val="00AA04D9"/>
    <w:rsid w:val="00AB053C"/>
    <w:rsid w:val="00AB44D4"/>
    <w:rsid w:val="00AD1146"/>
    <w:rsid w:val="00AD27D3"/>
    <w:rsid w:val="00AD66D6"/>
    <w:rsid w:val="00AE1160"/>
    <w:rsid w:val="00AE203C"/>
    <w:rsid w:val="00AE2E74"/>
    <w:rsid w:val="00AE5FCB"/>
    <w:rsid w:val="00AE695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DD8"/>
    <w:rsid w:val="00BB520A"/>
    <w:rsid w:val="00BD3869"/>
    <w:rsid w:val="00BD66E9"/>
    <w:rsid w:val="00BD6FF4"/>
    <w:rsid w:val="00BE586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69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8F3"/>
    <w:rsid w:val="00E35CB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574"/>
    <w:rsid w:val="00F070AB"/>
    <w:rsid w:val="00F15982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891"/>
    <w:rsid w:val="00FC3F45"/>
    <w:rsid w:val="00FD2D2B"/>
    <w:rsid w:val="00FD503F"/>
    <w:rsid w:val="00FD7589"/>
    <w:rsid w:val="00FF016A"/>
    <w:rsid w:val="00FF1401"/>
    <w:rsid w:val="00FF48E9"/>
    <w:rsid w:val="00FF5E7D"/>
    <w:rsid w:val="08702651"/>
    <w:rsid w:val="093CA9BB"/>
    <w:rsid w:val="0AC72B82"/>
    <w:rsid w:val="0BAC3B65"/>
    <w:rsid w:val="0C1D0141"/>
    <w:rsid w:val="0C757280"/>
    <w:rsid w:val="0D55F06C"/>
    <w:rsid w:val="0EF81842"/>
    <w:rsid w:val="14D9809B"/>
    <w:rsid w:val="17C13C7F"/>
    <w:rsid w:val="22799564"/>
    <w:rsid w:val="235F5EF6"/>
    <w:rsid w:val="26D7E6D8"/>
    <w:rsid w:val="30FB52D4"/>
    <w:rsid w:val="37E2C290"/>
    <w:rsid w:val="382A8D5A"/>
    <w:rsid w:val="3F96B74D"/>
    <w:rsid w:val="4003084D"/>
    <w:rsid w:val="487C2BB3"/>
    <w:rsid w:val="4ECA42D3"/>
    <w:rsid w:val="53322819"/>
    <w:rsid w:val="53D811D2"/>
    <w:rsid w:val="59FF4F53"/>
    <w:rsid w:val="63AB0DAE"/>
    <w:rsid w:val="70CC86CE"/>
    <w:rsid w:val="79E59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BF0CBBB"/>
  <w15:docId w15:val="{9C9A3929-A389-4005-9838-66F29418820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082C"/>
    <w:pPr>
      <w:keepNext/>
      <w:keepLines/>
      <w:spacing w:before="240" w:after="0"/>
      <w:outlineLvl w:val="0"/>
    </w:pPr>
    <w:rPr>
      <w:rFonts w:ascii="Cambria" w:hAnsi="Cambria" w:eastAsia="Times New Roman"/>
      <w:color w:val="365F91"/>
      <w:sz w:val="32"/>
      <w:szCs w:val="32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9"/>
    <w:locked/>
    <w:rsid w:val="0056082C"/>
    <w:rPr>
      <w:rFonts w:ascii="Cambria" w:hAnsi="Cambria" w:cs="Times New Roman"/>
      <w:color w:val="365F91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 w:cs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cs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70A0B2-D512-41C1-BCD1-41F3EC99A90B}"/>
</file>

<file path=customXml/itemProps2.xml><?xml version="1.0" encoding="utf-8"?>
<ds:datastoreItem xmlns:ds="http://schemas.openxmlformats.org/officeDocument/2006/customXml" ds:itemID="{F7AF12FA-FB7E-4DC5-ADDD-98D7643D6FDE}"/>
</file>

<file path=customXml/itemProps3.xml><?xml version="1.0" encoding="utf-8"?>
<ds:datastoreItem xmlns:ds="http://schemas.openxmlformats.org/officeDocument/2006/customXml" ds:itemID="{040C8F4E-D01D-468E-AF9D-782DFFE242B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Sawicka Zofia</cp:lastModifiedBy>
  <cp:revision>6</cp:revision>
  <cp:lastPrinted>2019-02-06T12:12:00Z</cp:lastPrinted>
  <dcterms:created xsi:type="dcterms:W3CDTF">2021-11-12T11:58:00Z</dcterms:created>
  <dcterms:modified xsi:type="dcterms:W3CDTF">2021-11-12T20:19:30Z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